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6A2172"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25342784" w14:textId="77777777" w:rsidTr="0035000E">
        <w:tc>
          <w:tcPr>
            <w:tcW w:w="2689" w:type="dxa"/>
          </w:tcPr>
          <w:p w14:paraId="32920B46" w14:textId="77777777" w:rsidR="00F1480E" w:rsidRPr="000754EC" w:rsidRDefault="00830267" w:rsidP="000754EC">
            <w:pPr>
              <w:pStyle w:val="SIText-Bold"/>
            </w:pPr>
            <w:r w:rsidRPr="00A326C2">
              <w:t>Release</w:t>
            </w:r>
          </w:p>
        </w:tc>
        <w:tc>
          <w:tcPr>
            <w:tcW w:w="7162" w:type="dxa"/>
          </w:tcPr>
          <w:p w14:paraId="27C755D2" w14:textId="77777777" w:rsidR="00F1480E" w:rsidRPr="000754EC" w:rsidRDefault="00830267" w:rsidP="000754EC">
            <w:pPr>
              <w:pStyle w:val="SIText-Bold"/>
            </w:pPr>
            <w:r w:rsidRPr="00A326C2">
              <w:t>Comments</w:t>
            </w:r>
          </w:p>
        </w:tc>
      </w:tr>
      <w:tr w:rsidR="00F1480E" w14:paraId="092273D2" w14:textId="77777777" w:rsidTr="0035000E">
        <w:tc>
          <w:tcPr>
            <w:tcW w:w="2689" w:type="dxa"/>
          </w:tcPr>
          <w:p w14:paraId="5CDCBEB4" w14:textId="77777777" w:rsidR="00F1480E" w:rsidRPr="000754EC" w:rsidRDefault="00F1480E" w:rsidP="000754EC">
            <w:pPr>
              <w:pStyle w:val="SIText"/>
            </w:pPr>
            <w:r w:rsidRPr="00CC451E">
              <w:t>Release</w:t>
            </w:r>
            <w:r w:rsidR="00337E82" w:rsidRPr="000754EC">
              <w:t xml:space="preserve"> </w:t>
            </w:r>
            <w:r w:rsidR="0035000E">
              <w:t>2</w:t>
            </w:r>
          </w:p>
        </w:tc>
        <w:tc>
          <w:tcPr>
            <w:tcW w:w="7162" w:type="dxa"/>
          </w:tcPr>
          <w:p w14:paraId="1B8CF1BC" w14:textId="5D9B6818" w:rsidR="00F1480E" w:rsidRPr="000754EC" w:rsidRDefault="0035000E" w:rsidP="00844F6E">
            <w:pPr>
              <w:pStyle w:val="SIText"/>
            </w:pPr>
            <w:r w:rsidRPr="0035000E">
              <w:t>This version released with FBP Food, Beverage and Pharmaceutical</w:t>
            </w:r>
            <w:r w:rsidR="00292D1E">
              <w:t xml:space="preserve"> </w:t>
            </w:r>
            <w:r w:rsidRPr="0035000E">
              <w:t>Training Package version 2.0.</w:t>
            </w:r>
          </w:p>
        </w:tc>
      </w:tr>
    </w:tbl>
    <w:p w14:paraId="09C1ED7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A01DB2E" w14:textId="77777777" w:rsidTr="00CA2922">
        <w:trPr>
          <w:tblHeader/>
        </w:trPr>
        <w:tc>
          <w:tcPr>
            <w:tcW w:w="1396" w:type="pct"/>
            <w:shd w:val="clear" w:color="auto" w:fill="auto"/>
          </w:tcPr>
          <w:p w14:paraId="6FBF040E" w14:textId="2DF557B5" w:rsidR="00F1480E" w:rsidRPr="000754EC" w:rsidRDefault="00100D1C" w:rsidP="000754EC">
            <w:pPr>
              <w:pStyle w:val="SIUNITCODE"/>
            </w:pPr>
            <w:r w:rsidRPr="00BB3CC2">
              <w:t>F</w:t>
            </w:r>
            <w:r>
              <w:t>BP</w:t>
            </w:r>
            <w:r w:rsidRPr="00BB3CC2">
              <w:t>BP</w:t>
            </w:r>
            <w:r>
              <w:t>G</w:t>
            </w:r>
            <w:r w:rsidRPr="00BB3CC2">
              <w:t>3004</w:t>
            </w:r>
          </w:p>
        </w:tc>
        <w:tc>
          <w:tcPr>
            <w:tcW w:w="3604" w:type="pct"/>
            <w:shd w:val="clear" w:color="auto" w:fill="auto"/>
          </w:tcPr>
          <w:p w14:paraId="0E0B7E88" w14:textId="77777777" w:rsidR="00F1480E" w:rsidRPr="000754EC" w:rsidRDefault="00BB3CC2" w:rsidP="000754EC">
            <w:pPr>
              <w:pStyle w:val="SIUnittitle"/>
            </w:pPr>
            <w:r w:rsidRPr="00BB3CC2">
              <w:t>Perform packaging equipment changeover</w:t>
            </w:r>
          </w:p>
        </w:tc>
      </w:tr>
      <w:tr w:rsidR="00F1480E" w:rsidRPr="00963A46" w14:paraId="1EDDD6DB" w14:textId="77777777" w:rsidTr="00CA2922">
        <w:tc>
          <w:tcPr>
            <w:tcW w:w="1396" w:type="pct"/>
            <w:shd w:val="clear" w:color="auto" w:fill="auto"/>
          </w:tcPr>
          <w:p w14:paraId="64426141" w14:textId="77777777" w:rsidR="00F1480E" w:rsidRPr="000754EC" w:rsidRDefault="00FD557D" w:rsidP="000754EC">
            <w:pPr>
              <w:pStyle w:val="SIHeading2"/>
            </w:pPr>
            <w:r w:rsidRPr="00FD557D">
              <w:t>Application</w:t>
            </w:r>
          </w:p>
          <w:p w14:paraId="6199E9E1" w14:textId="77777777" w:rsidR="00FD557D" w:rsidRPr="00923720" w:rsidRDefault="00FD557D" w:rsidP="000754EC">
            <w:pPr>
              <w:pStyle w:val="SIHeading2"/>
            </w:pPr>
          </w:p>
        </w:tc>
        <w:tc>
          <w:tcPr>
            <w:tcW w:w="3604" w:type="pct"/>
            <w:shd w:val="clear" w:color="auto" w:fill="auto"/>
          </w:tcPr>
          <w:p w14:paraId="68AE52D3" w14:textId="77777777" w:rsidR="00BB3CC2" w:rsidRDefault="00BB3CC2" w:rsidP="00BB3CC2">
            <w:pPr>
              <w:pStyle w:val="SIText"/>
            </w:pPr>
            <w:r w:rsidRPr="00BB3CC2">
              <w:t>This unit of competency describes the skills and knowledge required to prepare, set up and test a multi-stage continuous packaging line.</w:t>
            </w:r>
          </w:p>
          <w:p w14:paraId="02AC4CB0" w14:textId="77777777" w:rsidR="00292D1E" w:rsidRPr="00BB3CC2" w:rsidRDefault="00292D1E" w:rsidP="00BB3CC2">
            <w:pPr>
              <w:pStyle w:val="SIText"/>
            </w:pPr>
          </w:p>
          <w:p w14:paraId="27069BDC" w14:textId="38327F50" w:rsidR="00BB3CC2" w:rsidRDefault="00BB3CC2">
            <w:pPr>
              <w:pStyle w:val="SIText"/>
            </w:pPr>
            <w:r w:rsidRPr="00BB3CC2">
              <w:t xml:space="preserve">The unit applies to individuals who work </w:t>
            </w:r>
            <w:commentRangeStart w:id="0"/>
            <w:r w:rsidRPr="00BB3CC2">
              <w:t xml:space="preserve">under general supervision with limited </w:t>
            </w:r>
            <w:r w:rsidRPr="00C669D4">
              <w:t>autonomy</w:t>
            </w:r>
            <w:commentRangeEnd w:id="0"/>
            <w:r w:rsidR="00C267B0">
              <w:rPr>
                <w:lang w:eastAsia="en-AU"/>
              </w:rPr>
              <w:commentReference w:id="0"/>
            </w:r>
            <w:r w:rsidRPr="00C669D4">
              <w:t xml:space="preserve"> and accountability for a multi-stage continuous packaging line in </w:t>
            </w:r>
            <w:r w:rsidR="00C669D4" w:rsidRPr="00844F6E">
              <w:rPr>
                <w:rStyle w:val="SITemporaryText"/>
                <w:color w:val="auto"/>
                <w:sz w:val="20"/>
              </w:rPr>
              <w:t>the packaging</w:t>
            </w:r>
            <w:r w:rsidRPr="00C669D4">
              <w:t xml:space="preserve"> industry.</w:t>
            </w:r>
          </w:p>
          <w:p w14:paraId="439608F0" w14:textId="77777777" w:rsidR="00292D1E" w:rsidRPr="00BB3CC2" w:rsidRDefault="00292D1E" w:rsidP="00BB3CC2">
            <w:pPr>
              <w:pStyle w:val="SIText"/>
            </w:pPr>
          </w:p>
          <w:p w14:paraId="6DE1AAA3" w14:textId="77777777" w:rsidR="00BB3CC2" w:rsidRDefault="00BB3CC2" w:rsidP="00BB3CC2">
            <w:pPr>
              <w:pStyle w:val="SIText"/>
            </w:pPr>
            <w:r w:rsidRPr="00BB3CC2">
              <w:t>No occupational licensing, legislative or certification requirements are known to apply to this unit at the time of publication.</w:t>
            </w:r>
          </w:p>
          <w:p w14:paraId="055C2C0D" w14:textId="77777777" w:rsidR="00292D1E" w:rsidRPr="00BB3CC2" w:rsidRDefault="00292D1E" w:rsidP="00BB3CC2">
            <w:pPr>
              <w:pStyle w:val="SIText"/>
            </w:pPr>
          </w:p>
          <w:p w14:paraId="57597B59" w14:textId="0971DF3A" w:rsidR="00F1480E" w:rsidRPr="000754EC" w:rsidRDefault="00BB3CC2" w:rsidP="00844F6E">
            <w:pPr>
              <w:pStyle w:val="SIText"/>
            </w:pPr>
            <w:r w:rsidRPr="00BB3CC2">
              <w:t>NOTE: The terms 'occupational health and safety' (OHS) and 'work health and safety' (WHS) generally have the same meaning in the workplace. In jurisdictions where the national model WHS legislation has not been implemented, RTOs must contextualise the unit of competency by referring to current OHS legislative requirements</w:t>
            </w:r>
            <w:r>
              <w:t>.</w:t>
            </w:r>
            <w:r w:rsidR="00292D1E" w:rsidRPr="000754EC" w:rsidDel="00292D1E">
              <w:rPr>
                <w:rStyle w:val="SITemporaryText"/>
              </w:rPr>
              <w:t xml:space="preserve"> </w:t>
            </w:r>
            <w:r w:rsidR="00310A6A" w:rsidRPr="000754EC">
              <w:br/>
            </w:r>
          </w:p>
        </w:tc>
      </w:tr>
      <w:tr w:rsidR="00BB3CC2" w:rsidRPr="00963A46" w14:paraId="5A0A30F4" w14:textId="77777777" w:rsidTr="00CA2922">
        <w:tc>
          <w:tcPr>
            <w:tcW w:w="1396" w:type="pct"/>
            <w:shd w:val="clear" w:color="auto" w:fill="auto"/>
          </w:tcPr>
          <w:p w14:paraId="3F885B03" w14:textId="77777777" w:rsidR="00BB3CC2" w:rsidRPr="00BB3CC2" w:rsidRDefault="00BB3CC2" w:rsidP="00BB3CC2">
            <w:pPr>
              <w:pStyle w:val="SIHeading2"/>
            </w:pPr>
            <w:r w:rsidRPr="00BB3CC2">
              <w:t>Prerequisite Unit</w:t>
            </w:r>
          </w:p>
        </w:tc>
        <w:tc>
          <w:tcPr>
            <w:tcW w:w="3604" w:type="pct"/>
            <w:shd w:val="clear" w:color="auto" w:fill="auto"/>
          </w:tcPr>
          <w:p w14:paraId="6D18588E" w14:textId="77777777" w:rsidR="00BB3CC2" w:rsidRPr="00BB3CC2" w:rsidRDefault="00BB3CC2" w:rsidP="00BB3CC2">
            <w:pPr>
              <w:pStyle w:val="SIText"/>
            </w:pPr>
            <w:r w:rsidRPr="00BB3CC2">
              <w:t>Nil</w:t>
            </w:r>
          </w:p>
        </w:tc>
      </w:tr>
      <w:tr w:rsidR="00BB3CC2" w:rsidRPr="00963A46" w14:paraId="06F4AC4B" w14:textId="77777777" w:rsidTr="00CA2922">
        <w:tc>
          <w:tcPr>
            <w:tcW w:w="1396" w:type="pct"/>
            <w:shd w:val="clear" w:color="auto" w:fill="auto"/>
          </w:tcPr>
          <w:p w14:paraId="5404D3BC" w14:textId="77777777" w:rsidR="00BB3CC2" w:rsidRPr="00BB3CC2" w:rsidRDefault="00BB3CC2" w:rsidP="00BB3CC2">
            <w:pPr>
              <w:pStyle w:val="SIHeading2"/>
            </w:pPr>
            <w:r w:rsidRPr="00BB3CC2">
              <w:t>Unit Sector</w:t>
            </w:r>
          </w:p>
        </w:tc>
        <w:tc>
          <w:tcPr>
            <w:tcW w:w="3604" w:type="pct"/>
            <w:shd w:val="clear" w:color="auto" w:fill="auto"/>
          </w:tcPr>
          <w:p w14:paraId="583BBDFE" w14:textId="77777777" w:rsidR="00BB3CC2" w:rsidRPr="00BB3CC2" w:rsidRDefault="00BB3CC2" w:rsidP="00BB3CC2">
            <w:pPr>
              <w:pStyle w:val="SIText"/>
            </w:pPr>
            <w:r w:rsidRPr="00BB3CC2">
              <w:t>Bottling and Packaging (BP</w:t>
            </w:r>
            <w:r w:rsidR="00100D1C">
              <w:t>G</w:t>
            </w:r>
            <w:r w:rsidRPr="00BB3CC2">
              <w:t>)</w:t>
            </w:r>
          </w:p>
        </w:tc>
      </w:tr>
    </w:tbl>
    <w:p w14:paraId="738265C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26EA04E" w14:textId="77777777" w:rsidTr="00CA2922">
        <w:trPr>
          <w:cantSplit/>
          <w:tblHeader/>
        </w:trPr>
        <w:tc>
          <w:tcPr>
            <w:tcW w:w="1396" w:type="pct"/>
            <w:tcBorders>
              <w:bottom w:val="single" w:sz="4" w:space="0" w:color="C0C0C0"/>
            </w:tcBorders>
            <w:shd w:val="clear" w:color="auto" w:fill="auto"/>
          </w:tcPr>
          <w:p w14:paraId="6C8672E7"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7CF3075E" w14:textId="77777777" w:rsidR="00F1480E" w:rsidRPr="000754EC" w:rsidRDefault="00FD557D" w:rsidP="000754EC">
            <w:pPr>
              <w:pStyle w:val="SIHeading2"/>
            </w:pPr>
            <w:r w:rsidRPr="00923720">
              <w:t>Performance Criteria</w:t>
            </w:r>
          </w:p>
        </w:tc>
      </w:tr>
      <w:tr w:rsidR="00F1480E" w:rsidRPr="00963A46" w14:paraId="15ACB96A" w14:textId="77777777" w:rsidTr="00CA2922">
        <w:trPr>
          <w:cantSplit/>
          <w:tblHeader/>
        </w:trPr>
        <w:tc>
          <w:tcPr>
            <w:tcW w:w="1396" w:type="pct"/>
            <w:tcBorders>
              <w:top w:val="single" w:sz="4" w:space="0" w:color="C0C0C0"/>
            </w:tcBorders>
            <w:shd w:val="clear" w:color="auto" w:fill="auto"/>
          </w:tcPr>
          <w:p w14:paraId="39088D4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181FC3F1"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BB3CC2" w:rsidRPr="00963A46" w14:paraId="7FF21EE6" w14:textId="77777777" w:rsidTr="00CA2922">
        <w:trPr>
          <w:cantSplit/>
        </w:trPr>
        <w:tc>
          <w:tcPr>
            <w:tcW w:w="1396" w:type="pct"/>
            <w:shd w:val="clear" w:color="auto" w:fill="auto"/>
          </w:tcPr>
          <w:p w14:paraId="1E51C837" w14:textId="77777777" w:rsidR="00BB3CC2" w:rsidRPr="00BB3CC2" w:rsidRDefault="00BB3CC2" w:rsidP="00BB3CC2">
            <w:pPr>
              <w:pStyle w:val="SIText"/>
            </w:pPr>
            <w:r w:rsidRPr="00BB3CC2">
              <w:t>1. Prepare to set multi-stage continuous packaging line</w:t>
            </w:r>
          </w:p>
        </w:tc>
        <w:tc>
          <w:tcPr>
            <w:tcW w:w="3604" w:type="pct"/>
            <w:shd w:val="clear" w:color="auto" w:fill="auto"/>
          </w:tcPr>
          <w:p w14:paraId="427A9C01" w14:textId="77777777" w:rsidR="00BB3CC2" w:rsidRPr="00BB3CC2" w:rsidRDefault="00BB3CC2" w:rsidP="00BB3CC2">
            <w:pPr>
              <w:pStyle w:val="SIText"/>
            </w:pPr>
            <w:r w:rsidRPr="00BB3CC2">
              <w:t>1.1 Interpret work instructions and identify potential work health and safety hazards and controls</w:t>
            </w:r>
          </w:p>
          <w:p w14:paraId="74BFAAC7" w14:textId="77777777" w:rsidR="00BB3CC2" w:rsidRPr="00BB3CC2" w:rsidRDefault="00BB3CC2" w:rsidP="00BB3CC2">
            <w:pPr>
              <w:pStyle w:val="SIText"/>
            </w:pPr>
            <w:r w:rsidRPr="00BB3CC2">
              <w:t>1.2 Select and use appropriate personal protective equipment</w:t>
            </w:r>
          </w:p>
          <w:p w14:paraId="78077B04" w14:textId="77777777" w:rsidR="00BB3CC2" w:rsidRPr="00BB3CC2" w:rsidRDefault="00BB3CC2" w:rsidP="00BB3CC2">
            <w:pPr>
              <w:pStyle w:val="SIText"/>
            </w:pPr>
            <w:r w:rsidRPr="00BB3CC2">
              <w:t>1.3 Ensure that components are available and meet requirements</w:t>
            </w:r>
          </w:p>
          <w:p w14:paraId="520749DA" w14:textId="77777777" w:rsidR="00BB3CC2" w:rsidRPr="00BB3CC2" w:rsidRDefault="00BB3CC2" w:rsidP="00BB3CC2">
            <w:pPr>
              <w:pStyle w:val="SIText"/>
            </w:pPr>
            <w:r w:rsidRPr="00BB3CC2">
              <w:t>1.4 Select and use appropriate hand tools</w:t>
            </w:r>
          </w:p>
          <w:p w14:paraId="7CA924B5" w14:textId="77777777" w:rsidR="00BB3CC2" w:rsidRPr="00BB3CC2" w:rsidRDefault="00BB3CC2" w:rsidP="00BB3CC2">
            <w:pPr>
              <w:pStyle w:val="SIText"/>
            </w:pPr>
            <w:r w:rsidRPr="00BB3CC2">
              <w:t>1.5 Ensure equipment is safe to set according to operating instructions</w:t>
            </w:r>
          </w:p>
        </w:tc>
      </w:tr>
      <w:tr w:rsidR="00BB3CC2" w:rsidRPr="00963A46" w14:paraId="4F9D0651" w14:textId="77777777" w:rsidTr="00CA2922">
        <w:trPr>
          <w:cantSplit/>
        </w:trPr>
        <w:tc>
          <w:tcPr>
            <w:tcW w:w="1396" w:type="pct"/>
            <w:shd w:val="clear" w:color="auto" w:fill="auto"/>
          </w:tcPr>
          <w:p w14:paraId="0698542C" w14:textId="77777777" w:rsidR="00BB3CC2" w:rsidRPr="00BB3CC2" w:rsidRDefault="00BB3CC2" w:rsidP="00BB3CC2">
            <w:pPr>
              <w:pStyle w:val="SIText"/>
            </w:pPr>
            <w:r w:rsidRPr="00BB3CC2">
              <w:t>2. Assemble, set and adjust multi-stage continuous packaging line</w:t>
            </w:r>
          </w:p>
        </w:tc>
        <w:tc>
          <w:tcPr>
            <w:tcW w:w="3604" w:type="pct"/>
            <w:shd w:val="clear" w:color="auto" w:fill="auto"/>
          </w:tcPr>
          <w:p w14:paraId="1CE1BDC8" w14:textId="77777777" w:rsidR="00BB3CC2" w:rsidRPr="00BB3CC2" w:rsidRDefault="00BB3CC2" w:rsidP="00BB3CC2">
            <w:pPr>
              <w:pStyle w:val="SIText"/>
            </w:pPr>
            <w:r w:rsidRPr="00BB3CC2">
              <w:t>2.1 Assemble equipment in correct sequence according to operating instructions</w:t>
            </w:r>
          </w:p>
          <w:p w14:paraId="1B3A5210" w14:textId="77777777" w:rsidR="00BB3CC2" w:rsidRPr="00BB3CC2" w:rsidRDefault="00BB3CC2" w:rsidP="00BB3CC2">
            <w:pPr>
              <w:pStyle w:val="SIText"/>
            </w:pPr>
            <w:r w:rsidRPr="00BB3CC2">
              <w:t>2.2 Replace equipment components and set to meet production specifications</w:t>
            </w:r>
          </w:p>
          <w:p w14:paraId="276AF054" w14:textId="77777777" w:rsidR="00BB3CC2" w:rsidRPr="00BB3CC2" w:rsidRDefault="00BB3CC2" w:rsidP="00BB3CC2">
            <w:pPr>
              <w:pStyle w:val="SIText"/>
            </w:pPr>
            <w:r w:rsidRPr="00BB3CC2">
              <w:t>2.3 Change services as required</w:t>
            </w:r>
          </w:p>
          <w:p w14:paraId="4C92890D" w14:textId="77777777" w:rsidR="00BB3CC2" w:rsidRPr="00BB3CC2" w:rsidRDefault="00BB3CC2" w:rsidP="00BB3CC2">
            <w:pPr>
              <w:pStyle w:val="SIText"/>
            </w:pPr>
            <w:r w:rsidRPr="00BB3CC2">
              <w:t>2.4 Test packaging line to meet specifications and operational requirements</w:t>
            </w:r>
          </w:p>
          <w:p w14:paraId="2CA09CF4" w14:textId="77777777" w:rsidR="00BB3CC2" w:rsidRDefault="00BB3CC2" w:rsidP="00BB3CC2">
            <w:pPr>
              <w:pStyle w:val="SIText"/>
            </w:pPr>
            <w:r w:rsidRPr="00BB3CC2">
              <w:t>2.5 Adjust packaging line settings to meet specifications and according to operating instructions</w:t>
            </w:r>
          </w:p>
          <w:p w14:paraId="28B1FF54" w14:textId="77777777" w:rsidR="00C669D4" w:rsidRPr="00BB3CC2" w:rsidRDefault="00C669D4" w:rsidP="00BB3CC2">
            <w:pPr>
              <w:pStyle w:val="SIText"/>
            </w:pPr>
            <w:r w:rsidRPr="00C669D4">
              <w:t>2.6 Liaise with operators in other work areas to ensure ongoing packaging process runs efficiently and effectively</w:t>
            </w:r>
          </w:p>
        </w:tc>
      </w:tr>
      <w:tr w:rsidR="00BB3CC2" w:rsidRPr="00963A46" w14:paraId="16A45054" w14:textId="77777777" w:rsidTr="00CA2922">
        <w:trPr>
          <w:cantSplit/>
        </w:trPr>
        <w:tc>
          <w:tcPr>
            <w:tcW w:w="1396" w:type="pct"/>
            <w:shd w:val="clear" w:color="auto" w:fill="auto"/>
          </w:tcPr>
          <w:p w14:paraId="5608323B" w14:textId="77777777" w:rsidR="00BB3CC2" w:rsidRPr="00BB3CC2" w:rsidRDefault="00BB3CC2" w:rsidP="00BB3CC2">
            <w:pPr>
              <w:pStyle w:val="SIText"/>
            </w:pPr>
            <w:r w:rsidRPr="00BB3CC2">
              <w:t>3. Complete packaging line changeover</w:t>
            </w:r>
          </w:p>
        </w:tc>
        <w:tc>
          <w:tcPr>
            <w:tcW w:w="3604" w:type="pct"/>
            <w:shd w:val="clear" w:color="auto" w:fill="auto"/>
          </w:tcPr>
          <w:p w14:paraId="137BF55A" w14:textId="77777777" w:rsidR="00BB3CC2" w:rsidRPr="00BB3CC2" w:rsidRDefault="00BB3CC2" w:rsidP="00BB3CC2">
            <w:pPr>
              <w:pStyle w:val="SIText"/>
            </w:pPr>
            <w:r w:rsidRPr="00BB3CC2">
              <w:t>3.1 Monitor and clear waste generated by the process according to workplace procedures</w:t>
            </w:r>
          </w:p>
          <w:p w14:paraId="15803119" w14:textId="77777777" w:rsidR="00BB3CC2" w:rsidRPr="00BB3CC2" w:rsidRDefault="00BB3CC2" w:rsidP="00BB3CC2">
            <w:pPr>
              <w:pStyle w:val="SIText"/>
            </w:pPr>
            <w:r w:rsidRPr="00BB3CC2">
              <w:t>3.2 Store unused components according to workplace procedures</w:t>
            </w:r>
          </w:p>
          <w:p w14:paraId="71E856C8" w14:textId="77777777" w:rsidR="00BB3CC2" w:rsidRPr="00BB3CC2" w:rsidRDefault="00BB3CC2" w:rsidP="00BB3CC2">
            <w:pPr>
              <w:pStyle w:val="SIText"/>
            </w:pPr>
            <w:r w:rsidRPr="00BB3CC2">
              <w:t>3.3 Conduct work to meet workplace environmental guidelines</w:t>
            </w:r>
          </w:p>
          <w:p w14:paraId="79563A87" w14:textId="77777777" w:rsidR="00BB3CC2" w:rsidRDefault="00BB3CC2" w:rsidP="00BB3CC2">
            <w:pPr>
              <w:pStyle w:val="SIText"/>
            </w:pPr>
            <w:r w:rsidRPr="00BB3CC2">
              <w:t>3.4 Instruct operators according to workplace procedure</w:t>
            </w:r>
          </w:p>
          <w:p w14:paraId="7C104141" w14:textId="77777777" w:rsidR="00292D1E" w:rsidRPr="00BB3CC2" w:rsidRDefault="00292D1E" w:rsidP="00BB3CC2">
            <w:pPr>
              <w:pStyle w:val="SIText"/>
            </w:pPr>
            <w:r>
              <w:t>3.5</w:t>
            </w:r>
            <w:r w:rsidRPr="00BB3CC2">
              <w:t xml:space="preserve"> Record workplace information according to workplace requirements</w:t>
            </w:r>
          </w:p>
        </w:tc>
      </w:tr>
    </w:tbl>
    <w:p w14:paraId="7B0312F1" w14:textId="77777777" w:rsidR="005F771F" w:rsidRDefault="005F771F" w:rsidP="005F771F">
      <w:pPr>
        <w:pStyle w:val="SIText"/>
      </w:pPr>
    </w:p>
    <w:p w14:paraId="3FFAA4E8" w14:textId="77777777" w:rsidR="005F771F" w:rsidRPr="000754EC" w:rsidRDefault="005F771F" w:rsidP="000754EC">
      <w:r>
        <w:br w:type="page"/>
      </w:r>
    </w:p>
    <w:p w14:paraId="0D952DC7"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2D824272" w14:textId="77777777" w:rsidTr="00CA2922">
        <w:trPr>
          <w:tblHeader/>
        </w:trPr>
        <w:tc>
          <w:tcPr>
            <w:tcW w:w="5000" w:type="pct"/>
            <w:gridSpan w:val="2"/>
          </w:tcPr>
          <w:p w14:paraId="2F09E870" w14:textId="77777777" w:rsidR="00F1480E" w:rsidRPr="000754EC" w:rsidRDefault="00FD557D" w:rsidP="000754EC">
            <w:pPr>
              <w:pStyle w:val="SIHeading2"/>
            </w:pPr>
            <w:r w:rsidRPr="00041E59">
              <w:t>F</w:t>
            </w:r>
            <w:r w:rsidRPr="000754EC">
              <w:t>oundation Skills</w:t>
            </w:r>
          </w:p>
          <w:p w14:paraId="2A26CC8F"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3859451" w14:textId="77777777" w:rsidTr="00CA2922">
        <w:trPr>
          <w:tblHeader/>
        </w:trPr>
        <w:tc>
          <w:tcPr>
            <w:tcW w:w="1396" w:type="pct"/>
          </w:tcPr>
          <w:p w14:paraId="793BE79A"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0A30F722"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BB3CC2" w:rsidRPr="00336FCA" w:rsidDel="00423CB2" w14:paraId="5DA9CE06" w14:textId="77777777" w:rsidTr="00CA2922">
        <w:tc>
          <w:tcPr>
            <w:tcW w:w="1396" w:type="pct"/>
          </w:tcPr>
          <w:p w14:paraId="0FC3ABCE" w14:textId="77777777" w:rsidR="00BB3CC2" w:rsidRPr="00BB3CC2" w:rsidRDefault="00BB3CC2" w:rsidP="00BB3CC2">
            <w:pPr>
              <w:pStyle w:val="SIText"/>
            </w:pPr>
            <w:r w:rsidRPr="00BB3CC2">
              <w:t>Oral communication</w:t>
            </w:r>
          </w:p>
        </w:tc>
        <w:tc>
          <w:tcPr>
            <w:tcW w:w="3604" w:type="pct"/>
          </w:tcPr>
          <w:p w14:paraId="60A2B941" w14:textId="77777777" w:rsidR="00BB3CC2" w:rsidRPr="00BB3CC2" w:rsidRDefault="00BB3CC2" w:rsidP="00BB3CC2">
            <w:pPr>
              <w:pStyle w:val="SIBulletList1"/>
            </w:pPr>
            <w:r w:rsidRPr="00BB3CC2">
              <w:t>Clearly explains packaging equipment instructions to operators using language, tone and pace appropriate to the operators</w:t>
            </w:r>
          </w:p>
        </w:tc>
      </w:tr>
      <w:tr w:rsidR="00BB3CC2" w:rsidRPr="00336FCA" w:rsidDel="00423CB2" w14:paraId="653EEE4E" w14:textId="77777777" w:rsidTr="00CA2922">
        <w:tc>
          <w:tcPr>
            <w:tcW w:w="1396" w:type="pct"/>
          </w:tcPr>
          <w:p w14:paraId="20EEE96F" w14:textId="77777777" w:rsidR="00BB3CC2" w:rsidRPr="00BB3CC2" w:rsidRDefault="00BB3CC2" w:rsidP="00BB3CC2">
            <w:pPr>
              <w:pStyle w:val="SIText"/>
            </w:pPr>
            <w:r w:rsidRPr="00BB3CC2">
              <w:t>Interact with others</w:t>
            </w:r>
          </w:p>
        </w:tc>
        <w:tc>
          <w:tcPr>
            <w:tcW w:w="3604" w:type="pct"/>
          </w:tcPr>
          <w:p w14:paraId="087E02D2" w14:textId="77777777" w:rsidR="00BB3CC2" w:rsidRPr="00BB3CC2" w:rsidRDefault="00BB3CC2" w:rsidP="00BB3CC2">
            <w:pPr>
              <w:pStyle w:val="SIBulletList1"/>
            </w:pPr>
            <w:r w:rsidRPr="00BB3CC2">
              <w:t>Recognises common cultural and other differences of people in the work context and makes adjustments when communicating instructions</w:t>
            </w:r>
          </w:p>
        </w:tc>
      </w:tr>
    </w:tbl>
    <w:p w14:paraId="3A491322" w14:textId="77777777" w:rsidR="00916CD7" w:rsidRDefault="00916CD7" w:rsidP="005F771F">
      <w:pPr>
        <w:pStyle w:val="SIText"/>
      </w:pPr>
    </w:p>
    <w:p w14:paraId="206FCF4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053FA7C8" w14:textId="77777777" w:rsidTr="00F33FF2">
        <w:tc>
          <w:tcPr>
            <w:tcW w:w="5000" w:type="pct"/>
            <w:gridSpan w:val="4"/>
          </w:tcPr>
          <w:p w14:paraId="7C708F8A" w14:textId="77777777" w:rsidR="00F1480E" w:rsidRPr="000754EC" w:rsidRDefault="00FD557D" w:rsidP="000754EC">
            <w:pPr>
              <w:pStyle w:val="SIHeading2"/>
            </w:pPr>
            <w:r w:rsidRPr="00923720">
              <w:t>U</w:t>
            </w:r>
            <w:r w:rsidRPr="000754EC">
              <w:t>nit Mapping Information</w:t>
            </w:r>
          </w:p>
        </w:tc>
      </w:tr>
      <w:tr w:rsidR="00F1480E" w14:paraId="4B2ECAF2" w14:textId="77777777" w:rsidTr="00F33FF2">
        <w:tc>
          <w:tcPr>
            <w:tcW w:w="1028" w:type="pct"/>
          </w:tcPr>
          <w:p w14:paraId="761466DD" w14:textId="77777777" w:rsidR="00F1480E" w:rsidRPr="000754EC" w:rsidRDefault="00F1480E" w:rsidP="000754EC">
            <w:pPr>
              <w:pStyle w:val="SIText-Bold"/>
            </w:pPr>
            <w:r w:rsidRPr="00923720">
              <w:t>Code and title current version</w:t>
            </w:r>
          </w:p>
        </w:tc>
        <w:tc>
          <w:tcPr>
            <w:tcW w:w="1105" w:type="pct"/>
          </w:tcPr>
          <w:p w14:paraId="07BB29DE" w14:textId="77777777" w:rsidR="00F1480E" w:rsidRPr="000754EC" w:rsidRDefault="00F1480E" w:rsidP="000754EC">
            <w:pPr>
              <w:pStyle w:val="SIText-Bold"/>
            </w:pPr>
            <w:r w:rsidRPr="00923720">
              <w:t>Code and title previous version</w:t>
            </w:r>
          </w:p>
        </w:tc>
        <w:tc>
          <w:tcPr>
            <w:tcW w:w="1251" w:type="pct"/>
          </w:tcPr>
          <w:p w14:paraId="3241ED9C" w14:textId="77777777" w:rsidR="00F1480E" w:rsidRPr="000754EC" w:rsidRDefault="00F1480E" w:rsidP="000754EC">
            <w:pPr>
              <w:pStyle w:val="SIText-Bold"/>
            </w:pPr>
            <w:r w:rsidRPr="00923720">
              <w:t>Comments</w:t>
            </w:r>
          </w:p>
        </w:tc>
        <w:tc>
          <w:tcPr>
            <w:tcW w:w="1616" w:type="pct"/>
          </w:tcPr>
          <w:p w14:paraId="264549D9" w14:textId="77777777" w:rsidR="00F1480E" w:rsidRPr="000754EC" w:rsidRDefault="00F1480E" w:rsidP="000754EC">
            <w:pPr>
              <w:pStyle w:val="SIText-Bold"/>
            </w:pPr>
            <w:r w:rsidRPr="00923720">
              <w:t>Equivalence status</w:t>
            </w:r>
          </w:p>
        </w:tc>
      </w:tr>
      <w:tr w:rsidR="00BB3CC2" w14:paraId="1CD605F8" w14:textId="77777777" w:rsidTr="00F33FF2">
        <w:tc>
          <w:tcPr>
            <w:tcW w:w="1028" w:type="pct"/>
          </w:tcPr>
          <w:p w14:paraId="5D2C79D5" w14:textId="7D03896E" w:rsidR="00BB3CC2" w:rsidRPr="00BB3CC2" w:rsidRDefault="00100D1C" w:rsidP="00844F6E">
            <w:pPr>
              <w:pStyle w:val="SIText"/>
            </w:pPr>
            <w:r w:rsidRPr="00BB3CC2">
              <w:t>F</w:t>
            </w:r>
            <w:r w:rsidRPr="00100D1C">
              <w:t>BPBPG3004</w:t>
            </w:r>
            <w:r>
              <w:t xml:space="preserve"> </w:t>
            </w:r>
            <w:r w:rsidR="00BB3CC2" w:rsidRPr="00BB3CC2">
              <w:t>Perform packaging equipment changeover</w:t>
            </w:r>
          </w:p>
        </w:tc>
        <w:tc>
          <w:tcPr>
            <w:tcW w:w="1105" w:type="pct"/>
          </w:tcPr>
          <w:p w14:paraId="0E4ACB01" w14:textId="77777777" w:rsidR="00BB3CC2" w:rsidRPr="00BB3CC2" w:rsidRDefault="00BB3CC2">
            <w:pPr>
              <w:pStyle w:val="SIText"/>
            </w:pPr>
            <w:r w:rsidRPr="00844F6E">
              <w:rPr>
                <w:rStyle w:val="SITemporaryText"/>
                <w:color w:val="auto"/>
                <w:sz w:val="20"/>
              </w:rPr>
              <w:t>FDFBP2008A</w:t>
            </w:r>
            <w:r w:rsidRPr="00292D1E">
              <w:t xml:space="preserve"> </w:t>
            </w:r>
            <w:r w:rsidRPr="00BB3CC2">
              <w:t>Perform packaging equipment changeover</w:t>
            </w:r>
          </w:p>
        </w:tc>
        <w:tc>
          <w:tcPr>
            <w:tcW w:w="1251" w:type="pct"/>
          </w:tcPr>
          <w:p w14:paraId="665AAB0B" w14:textId="77777777" w:rsidR="00BB3CC2" w:rsidRPr="00BB3CC2" w:rsidRDefault="00BB3CC2" w:rsidP="00BB3CC2">
            <w:pPr>
              <w:pStyle w:val="SIText"/>
            </w:pPr>
            <w:r w:rsidRPr="00BB3CC2">
              <w:t>Updated to meet Standards for Training Packages</w:t>
            </w:r>
          </w:p>
          <w:p w14:paraId="3F60C25A" w14:textId="77777777" w:rsidR="00BB3CC2" w:rsidRPr="00BB3CC2" w:rsidRDefault="00BB3CC2" w:rsidP="00BB3CC2">
            <w:pPr>
              <w:pStyle w:val="SIText"/>
            </w:pPr>
            <w:r w:rsidRPr="00BB3CC2">
              <w:t>Minor changes to Performance Criteria for clarity</w:t>
            </w:r>
          </w:p>
          <w:p w14:paraId="7E0CCC1C" w14:textId="5B42DD53" w:rsidR="00BB3CC2" w:rsidRPr="00BB3CC2" w:rsidRDefault="00292D1E" w:rsidP="00BB3CC2">
            <w:pPr>
              <w:pStyle w:val="SIText"/>
            </w:pPr>
            <w:r>
              <w:t xml:space="preserve">Recoded to </w:t>
            </w:r>
            <w:r w:rsidR="00B7131A">
              <w:t>indicate complexity</w:t>
            </w:r>
            <w:r w:rsidR="00BB3CC2" w:rsidRPr="00BB3CC2">
              <w:t xml:space="preserve"> of competency</w:t>
            </w:r>
          </w:p>
        </w:tc>
        <w:tc>
          <w:tcPr>
            <w:tcW w:w="1616" w:type="pct"/>
          </w:tcPr>
          <w:p w14:paraId="4BFF5112" w14:textId="77777777" w:rsidR="00BB3CC2" w:rsidRPr="00BB3CC2" w:rsidRDefault="00BB3CC2" w:rsidP="00BB3CC2">
            <w:pPr>
              <w:pStyle w:val="SIText"/>
            </w:pPr>
            <w:r w:rsidRPr="00BB3CC2">
              <w:t>Equivalent unit</w:t>
            </w:r>
          </w:p>
        </w:tc>
      </w:tr>
    </w:tbl>
    <w:p w14:paraId="59AFBA2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108843E2" w14:textId="77777777" w:rsidTr="0035000E">
        <w:tc>
          <w:tcPr>
            <w:tcW w:w="1049" w:type="pct"/>
            <w:shd w:val="clear" w:color="auto" w:fill="auto"/>
          </w:tcPr>
          <w:p w14:paraId="458674AA" w14:textId="77777777" w:rsidR="00F1480E" w:rsidRPr="000754EC" w:rsidRDefault="00FD557D" w:rsidP="000754EC">
            <w:pPr>
              <w:pStyle w:val="SIHeading2"/>
            </w:pPr>
            <w:r w:rsidRPr="00CC451E">
              <w:t>L</w:t>
            </w:r>
            <w:r w:rsidRPr="000754EC">
              <w:t>inks</w:t>
            </w:r>
          </w:p>
        </w:tc>
        <w:tc>
          <w:tcPr>
            <w:tcW w:w="3951" w:type="pct"/>
            <w:shd w:val="clear" w:color="auto" w:fill="auto"/>
          </w:tcPr>
          <w:p w14:paraId="5236848F" w14:textId="77777777" w:rsidR="00F1480E" w:rsidRPr="000754EC" w:rsidRDefault="0035000E" w:rsidP="00E40225">
            <w:pPr>
              <w:pStyle w:val="SIText"/>
            </w:pPr>
            <w:r w:rsidRPr="0035000E">
              <w:t>Companion Volumes, including Implementation Guides, are available at VETNet: https://vetnet.education.gov.au/Pages/TrainingDocs.aspx?q=78b15323-cd38-483e-aad7-1159b570a5c4</w:t>
            </w:r>
          </w:p>
        </w:tc>
      </w:tr>
    </w:tbl>
    <w:p w14:paraId="56A0F816" w14:textId="77777777" w:rsidR="00F1480E" w:rsidRDefault="00F1480E" w:rsidP="005F771F">
      <w:pPr>
        <w:pStyle w:val="SIText"/>
      </w:pPr>
    </w:p>
    <w:p w14:paraId="785A4CAA"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2FD3E0E9" w14:textId="77777777" w:rsidTr="00113678">
        <w:trPr>
          <w:tblHeader/>
        </w:trPr>
        <w:tc>
          <w:tcPr>
            <w:tcW w:w="1478" w:type="pct"/>
            <w:shd w:val="clear" w:color="auto" w:fill="auto"/>
          </w:tcPr>
          <w:p w14:paraId="3B3C0C72"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9B64078" w14:textId="0A9D6F17" w:rsidR="00556C4C" w:rsidRPr="000754EC" w:rsidRDefault="00556C4C" w:rsidP="000754EC">
            <w:pPr>
              <w:pStyle w:val="SIUnittitle"/>
            </w:pPr>
            <w:r w:rsidRPr="00F56827">
              <w:t xml:space="preserve">Assessment requirements for </w:t>
            </w:r>
            <w:r w:rsidR="00292D1E">
              <w:t xml:space="preserve">FDFBP3004 </w:t>
            </w:r>
            <w:r w:rsidR="00292D1E" w:rsidRPr="00BB3CC2">
              <w:t>Perform packaging equipment changeover</w:t>
            </w:r>
          </w:p>
        </w:tc>
      </w:tr>
      <w:tr w:rsidR="00556C4C" w:rsidRPr="00A55106" w14:paraId="292D5EAC" w14:textId="77777777" w:rsidTr="00113678">
        <w:trPr>
          <w:tblHeader/>
        </w:trPr>
        <w:tc>
          <w:tcPr>
            <w:tcW w:w="5000" w:type="pct"/>
            <w:gridSpan w:val="2"/>
            <w:shd w:val="clear" w:color="auto" w:fill="auto"/>
          </w:tcPr>
          <w:p w14:paraId="6E680FA7" w14:textId="77777777" w:rsidR="00556C4C" w:rsidRPr="000754EC" w:rsidRDefault="00D71E43" w:rsidP="000754EC">
            <w:pPr>
              <w:pStyle w:val="SIHeading2"/>
            </w:pPr>
            <w:r>
              <w:t>Performance E</w:t>
            </w:r>
            <w:r w:rsidRPr="000754EC">
              <w:t>vidence</w:t>
            </w:r>
          </w:p>
        </w:tc>
      </w:tr>
      <w:tr w:rsidR="00556C4C" w:rsidRPr="00067E1C" w14:paraId="5A490FAD" w14:textId="77777777" w:rsidTr="00113678">
        <w:tc>
          <w:tcPr>
            <w:tcW w:w="5000" w:type="pct"/>
            <w:gridSpan w:val="2"/>
            <w:shd w:val="clear" w:color="auto" w:fill="auto"/>
          </w:tcPr>
          <w:p w14:paraId="4C95C0A1"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280BB9A8" w14:textId="77777777" w:rsidR="00292D1E" w:rsidRDefault="007A300D" w:rsidP="00844F6E">
            <w:pPr>
              <w:pStyle w:val="SIText"/>
            </w:pPr>
            <w:r w:rsidRPr="000754EC">
              <w:t xml:space="preserve">There must be evidence that the individual has </w:t>
            </w:r>
            <w:r w:rsidR="00292D1E">
              <w:t xml:space="preserve">safely and effectively </w:t>
            </w:r>
            <w:r w:rsidR="00292D1E" w:rsidRPr="00BB3CC2">
              <w:t>prepare</w:t>
            </w:r>
            <w:r w:rsidR="00292D1E">
              <w:t>d</w:t>
            </w:r>
            <w:r w:rsidR="00292D1E" w:rsidRPr="00BB3CC2">
              <w:t>, set up and test</w:t>
            </w:r>
            <w:r w:rsidR="00292D1E">
              <w:t>ed</w:t>
            </w:r>
            <w:r w:rsidR="00292D1E" w:rsidRPr="00BB3CC2">
              <w:t xml:space="preserve"> a multi-stage continuous packaging line</w:t>
            </w:r>
            <w:r w:rsidR="00292D1E">
              <w:t xml:space="preserve"> on a minimum of two occasions, including:</w:t>
            </w:r>
          </w:p>
          <w:p w14:paraId="3BD94DFD" w14:textId="0B7163C4" w:rsidR="00C669D4" w:rsidRPr="00C669D4" w:rsidRDefault="00C669D4" w:rsidP="00A1538E">
            <w:pPr>
              <w:pStyle w:val="SIBulletList1"/>
            </w:pPr>
            <w:r>
              <w:t xml:space="preserve">changing equipment or process components in response to product change and specification, </w:t>
            </w:r>
            <w:r w:rsidRPr="00C669D4">
              <w:t>including:</w:t>
            </w:r>
          </w:p>
          <w:p w14:paraId="1A91BF13" w14:textId="77777777" w:rsidR="00C669D4" w:rsidRPr="00C669D4" w:rsidRDefault="00C669D4" w:rsidP="00844F6E">
            <w:pPr>
              <w:pStyle w:val="SIBulletList2"/>
            </w:pPr>
            <w:r w:rsidRPr="00C669D4">
              <w:t>label size, positioning, shape and type</w:t>
            </w:r>
          </w:p>
          <w:p w14:paraId="645BFF69" w14:textId="77777777" w:rsidR="00C669D4" w:rsidRPr="00C669D4" w:rsidRDefault="00C669D4" w:rsidP="00844F6E">
            <w:pPr>
              <w:pStyle w:val="SIBulletList2"/>
            </w:pPr>
            <w:r w:rsidRPr="00C669D4">
              <w:t>bottle size and shape</w:t>
            </w:r>
          </w:p>
          <w:p w14:paraId="3862523C" w14:textId="77777777" w:rsidR="00C669D4" w:rsidRPr="00C669D4" w:rsidRDefault="00C669D4" w:rsidP="00844F6E">
            <w:pPr>
              <w:pStyle w:val="SIBulletList2"/>
            </w:pPr>
            <w:r w:rsidRPr="00C669D4">
              <w:t>carton size, type and format</w:t>
            </w:r>
          </w:p>
          <w:p w14:paraId="2EF9A1A3" w14:textId="77777777" w:rsidR="00C669D4" w:rsidRPr="00C669D4" w:rsidRDefault="00C669D4" w:rsidP="00844F6E">
            <w:pPr>
              <w:pStyle w:val="SIBulletList2"/>
            </w:pPr>
            <w:r w:rsidRPr="00C669D4">
              <w:t>capsule size and type</w:t>
            </w:r>
          </w:p>
          <w:p w14:paraId="39BABBE3" w14:textId="77777777" w:rsidR="00C669D4" w:rsidRDefault="00C669D4" w:rsidP="00844F6E">
            <w:pPr>
              <w:pStyle w:val="SIBulletList2"/>
            </w:pPr>
            <w:r w:rsidRPr="00C669D4">
              <w:t xml:space="preserve">product type and style </w:t>
            </w:r>
          </w:p>
          <w:p w14:paraId="4BC6CCDB" w14:textId="77777777" w:rsidR="00C669D4" w:rsidRDefault="00C669D4" w:rsidP="00844F6E">
            <w:pPr>
              <w:pStyle w:val="SIBulletList2"/>
            </w:pPr>
            <w:r w:rsidRPr="00C669D4">
              <w:t xml:space="preserve">closure type or size </w:t>
            </w:r>
          </w:p>
          <w:p w14:paraId="24ADBBC9" w14:textId="77777777" w:rsidR="00C669D4" w:rsidRPr="00C669D4" w:rsidRDefault="00C669D4" w:rsidP="00844F6E">
            <w:pPr>
              <w:pStyle w:val="SIBulletList2"/>
            </w:pPr>
            <w:r w:rsidRPr="00C669D4">
              <w:t>type of inert gas used to flush bags or bottles of cover product</w:t>
            </w:r>
          </w:p>
          <w:p w14:paraId="3809D9C6" w14:textId="77777777" w:rsidR="00C669D4" w:rsidRPr="00C669D4" w:rsidRDefault="00C669D4" w:rsidP="00844F6E">
            <w:pPr>
              <w:pStyle w:val="SIBulletList2"/>
            </w:pPr>
            <w:r w:rsidRPr="00C669D4">
              <w:t>bottle rinsing method (water, alcohol or gas)</w:t>
            </w:r>
          </w:p>
          <w:p w14:paraId="6CF44CE8" w14:textId="77777777" w:rsidR="00C669D4" w:rsidRPr="00C669D4" w:rsidRDefault="00C669D4" w:rsidP="00844F6E">
            <w:pPr>
              <w:pStyle w:val="SIBulletList2"/>
            </w:pPr>
            <w:r w:rsidRPr="00C669D4">
              <w:t>flushing lines</w:t>
            </w:r>
          </w:p>
          <w:p w14:paraId="73374129" w14:textId="77777777" w:rsidR="00C669D4" w:rsidRDefault="00C669D4" w:rsidP="00844F6E">
            <w:pPr>
              <w:pStyle w:val="SIBulletList2"/>
            </w:pPr>
            <w:r w:rsidRPr="00C669D4">
              <w:t>checking pressures, flow rates or quantities used per item</w:t>
            </w:r>
          </w:p>
          <w:p w14:paraId="29CBBCDB" w14:textId="77777777" w:rsidR="00B245AD" w:rsidRPr="00C669D4" w:rsidRDefault="00B245AD" w:rsidP="00844F6E">
            <w:pPr>
              <w:pStyle w:val="SIBulletList2"/>
            </w:pPr>
            <w:r>
              <w:t>operating control program</w:t>
            </w:r>
          </w:p>
          <w:p w14:paraId="0818D3E3" w14:textId="77777777" w:rsidR="00C669D4" w:rsidRDefault="00C669D4" w:rsidP="00C669D4">
            <w:pPr>
              <w:pStyle w:val="SIBulletList1"/>
            </w:pPr>
            <w:r>
              <w:t>testing the process and equipment operation to ensure correct:</w:t>
            </w:r>
          </w:p>
          <w:p w14:paraId="3B855307" w14:textId="77777777" w:rsidR="00C669D4" w:rsidRPr="00C669D4" w:rsidRDefault="00C669D4" w:rsidP="00844F6E">
            <w:pPr>
              <w:pStyle w:val="SIBulletList2"/>
            </w:pPr>
            <w:r w:rsidRPr="00C669D4">
              <w:t>label height, orientation and adhesion</w:t>
            </w:r>
          </w:p>
          <w:p w14:paraId="04CF09CA" w14:textId="77777777" w:rsidR="00C669D4" w:rsidRPr="00C669D4" w:rsidRDefault="00C669D4" w:rsidP="00844F6E">
            <w:pPr>
              <w:pStyle w:val="SIBulletList2"/>
            </w:pPr>
            <w:r w:rsidRPr="00C669D4">
              <w:t>conveyor noise and product spacing</w:t>
            </w:r>
          </w:p>
          <w:p w14:paraId="15B7407C" w14:textId="77777777" w:rsidR="00C669D4" w:rsidRPr="00C669D4" w:rsidRDefault="00C669D4" w:rsidP="00844F6E">
            <w:pPr>
              <w:pStyle w:val="SIBulletList2"/>
            </w:pPr>
            <w:r w:rsidRPr="00C669D4">
              <w:t>carton erection, orientation and seal</w:t>
            </w:r>
          </w:p>
          <w:p w14:paraId="32318E12" w14:textId="77777777" w:rsidR="00C669D4" w:rsidRPr="00C669D4" w:rsidRDefault="00C669D4" w:rsidP="00844F6E">
            <w:pPr>
              <w:pStyle w:val="SIBulletList2"/>
            </w:pPr>
            <w:r w:rsidRPr="00C669D4">
              <w:t>production capacity (</w:t>
            </w:r>
            <w:r>
              <w:t>such as</w:t>
            </w:r>
            <w:r w:rsidRPr="00C669D4">
              <w:t xml:space="preserve"> bottles per hour)</w:t>
            </w:r>
          </w:p>
          <w:p w14:paraId="322404C8" w14:textId="77777777" w:rsidR="00C669D4" w:rsidRPr="00C669D4" w:rsidRDefault="00C669D4" w:rsidP="00844F6E">
            <w:pPr>
              <w:pStyle w:val="SIBulletList2"/>
            </w:pPr>
            <w:r w:rsidRPr="00C669D4">
              <w:t>fill pressure</w:t>
            </w:r>
          </w:p>
          <w:p w14:paraId="2AD847FF" w14:textId="77777777" w:rsidR="00C669D4" w:rsidRPr="00C669D4" w:rsidRDefault="00C669D4" w:rsidP="00C669D4">
            <w:pPr>
              <w:pStyle w:val="SIBulletList1"/>
            </w:pPr>
            <w:r w:rsidRPr="00C669D4">
              <w:t xml:space="preserve">monitoring and adjusting process equipment to achieve required quality outcomes, </w:t>
            </w:r>
            <w:r>
              <w:t>adjusting</w:t>
            </w:r>
            <w:r w:rsidRPr="00C669D4">
              <w:t>:</w:t>
            </w:r>
          </w:p>
          <w:p w14:paraId="464EC539" w14:textId="77777777" w:rsidR="00C669D4" w:rsidRPr="00C669D4" w:rsidRDefault="00C669D4" w:rsidP="00844F6E">
            <w:pPr>
              <w:pStyle w:val="SIBulletList2"/>
            </w:pPr>
            <w:r w:rsidRPr="00C669D4">
              <w:t>stars, scrolls and bows</w:t>
            </w:r>
          </w:p>
          <w:p w14:paraId="56F0EF67" w14:textId="77777777" w:rsidR="00C669D4" w:rsidRPr="00C669D4" w:rsidRDefault="00C669D4" w:rsidP="00844F6E">
            <w:pPr>
              <w:pStyle w:val="SIBulletList2"/>
            </w:pPr>
            <w:r w:rsidRPr="00C669D4">
              <w:t>mandrels</w:t>
            </w:r>
          </w:p>
          <w:p w14:paraId="741D1822" w14:textId="77777777" w:rsidR="00C669D4" w:rsidRPr="00C669D4" w:rsidRDefault="00C669D4" w:rsidP="00844F6E">
            <w:pPr>
              <w:pStyle w:val="SIBulletList2"/>
            </w:pPr>
            <w:r w:rsidRPr="00C669D4">
              <w:t>filling head heights</w:t>
            </w:r>
          </w:p>
          <w:p w14:paraId="1B33C8C4" w14:textId="77777777" w:rsidR="00C669D4" w:rsidRPr="00C669D4" w:rsidRDefault="00C669D4" w:rsidP="00844F6E">
            <w:pPr>
              <w:pStyle w:val="SIBulletList2"/>
            </w:pPr>
            <w:r w:rsidRPr="00C669D4">
              <w:t>label applicators</w:t>
            </w:r>
          </w:p>
          <w:p w14:paraId="2CA9B6C9" w14:textId="77777777" w:rsidR="00C669D4" w:rsidRPr="00C669D4" w:rsidRDefault="00C669D4" w:rsidP="00844F6E">
            <w:pPr>
              <w:pStyle w:val="SIBulletList2"/>
            </w:pPr>
            <w:r w:rsidRPr="00C669D4">
              <w:t>sighting guides</w:t>
            </w:r>
          </w:p>
          <w:p w14:paraId="05D5FD9D" w14:textId="77777777" w:rsidR="00C669D4" w:rsidRPr="00C669D4" w:rsidRDefault="00C669D4" w:rsidP="00844F6E">
            <w:pPr>
              <w:pStyle w:val="SIBulletList2"/>
            </w:pPr>
            <w:r w:rsidRPr="00C669D4">
              <w:t>operational speeds</w:t>
            </w:r>
          </w:p>
          <w:p w14:paraId="7D6F132C" w14:textId="77777777" w:rsidR="00C669D4" w:rsidRPr="00C669D4" w:rsidRDefault="00C669D4" w:rsidP="00C669D4">
            <w:pPr>
              <w:pStyle w:val="SIBulletList1"/>
            </w:pPr>
            <w:r w:rsidRPr="00C669D4">
              <w:t>taking corrective action in response to typical faults and inconsistencies</w:t>
            </w:r>
          </w:p>
          <w:p w14:paraId="293F8675" w14:textId="77777777" w:rsidR="00C669D4" w:rsidRPr="00C669D4" w:rsidRDefault="00C669D4" w:rsidP="00C669D4">
            <w:pPr>
              <w:pStyle w:val="SIBulletList1"/>
            </w:pPr>
            <w:r w:rsidRPr="00C669D4">
              <w:t>liaising with other work areas involved the packaging process</w:t>
            </w:r>
          </w:p>
          <w:p w14:paraId="0515F992" w14:textId="77777777" w:rsidR="00C669D4" w:rsidRPr="00C669D4" w:rsidRDefault="00C669D4" w:rsidP="00C669D4">
            <w:pPr>
              <w:pStyle w:val="SIBulletList1"/>
            </w:pPr>
            <w:r w:rsidRPr="00C669D4">
              <w:t>completing workplace records as required</w:t>
            </w:r>
          </w:p>
          <w:p w14:paraId="3713F8F5" w14:textId="77777777" w:rsidR="00C669D4" w:rsidRPr="00C669D4" w:rsidRDefault="00C669D4" w:rsidP="00C669D4">
            <w:pPr>
              <w:pStyle w:val="SIBulletList1"/>
            </w:pPr>
            <w:r w:rsidRPr="00C669D4">
              <w:t>applying safe work practices and identify WHS hazards and controls.</w:t>
            </w:r>
          </w:p>
          <w:p w14:paraId="14429B35" w14:textId="77777777" w:rsidR="00C669D4" w:rsidRPr="000754EC" w:rsidRDefault="00C669D4" w:rsidP="00844F6E">
            <w:pPr>
              <w:pStyle w:val="SIBulletList1"/>
              <w:numPr>
                <w:ilvl w:val="0"/>
                <w:numId w:val="0"/>
              </w:numPr>
              <w:ind w:left="357" w:hanging="357"/>
            </w:pPr>
          </w:p>
        </w:tc>
      </w:tr>
    </w:tbl>
    <w:p w14:paraId="3FEB4E5E"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D55F1E3" w14:textId="77777777" w:rsidTr="00CA2922">
        <w:trPr>
          <w:tblHeader/>
        </w:trPr>
        <w:tc>
          <w:tcPr>
            <w:tcW w:w="5000" w:type="pct"/>
            <w:shd w:val="clear" w:color="auto" w:fill="auto"/>
          </w:tcPr>
          <w:p w14:paraId="412A42EA" w14:textId="77777777" w:rsidR="00F1480E" w:rsidRPr="000754EC" w:rsidRDefault="00D71E43" w:rsidP="000754EC">
            <w:pPr>
              <w:pStyle w:val="SIHeading2"/>
            </w:pPr>
            <w:r w:rsidRPr="002C55E9">
              <w:t>K</w:t>
            </w:r>
            <w:r w:rsidRPr="000754EC">
              <w:t>nowledge Evidence</w:t>
            </w:r>
          </w:p>
        </w:tc>
      </w:tr>
      <w:tr w:rsidR="00F1480E" w:rsidRPr="00067E1C" w14:paraId="47119CDE" w14:textId="77777777" w:rsidTr="00CA2922">
        <w:tc>
          <w:tcPr>
            <w:tcW w:w="5000" w:type="pct"/>
            <w:shd w:val="clear" w:color="auto" w:fill="auto"/>
          </w:tcPr>
          <w:p w14:paraId="352D5401"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26FC693B" w14:textId="77777777" w:rsidR="00BB3CC2" w:rsidRPr="00BB3CC2" w:rsidRDefault="00BB3CC2" w:rsidP="00B245AD">
            <w:pPr>
              <w:pStyle w:val="SIBulletList1"/>
            </w:pPr>
            <w:r w:rsidRPr="00BB3CC2">
              <w:t>quick changeover equipment principles, purpose and operation, including an understanding of process control systems</w:t>
            </w:r>
          </w:p>
          <w:p w14:paraId="3C5DBF1F" w14:textId="77777777" w:rsidR="00B245AD" w:rsidRPr="00B245AD" w:rsidRDefault="00B245AD" w:rsidP="00B245AD">
            <w:pPr>
              <w:pStyle w:val="SIBulletList1"/>
            </w:pPr>
            <w:r w:rsidRPr="00B245AD">
              <w:t>equipment purpose and operation, including an understanding of process control systems, where used</w:t>
            </w:r>
          </w:p>
          <w:p w14:paraId="7379D50F" w14:textId="77777777" w:rsidR="00B245AD" w:rsidRPr="00B245AD" w:rsidRDefault="00B245AD" w:rsidP="00B245AD">
            <w:pPr>
              <w:pStyle w:val="SIBulletList1"/>
            </w:pPr>
            <w:r w:rsidRPr="00B245AD">
              <w:t>process specification, procedures and operating parameters across the system</w:t>
            </w:r>
          </w:p>
          <w:p w14:paraId="23EFA79F" w14:textId="77777777" w:rsidR="00B245AD" w:rsidRPr="00B245AD" w:rsidRDefault="00B245AD" w:rsidP="00B245AD">
            <w:pPr>
              <w:pStyle w:val="SIBulletList1"/>
            </w:pPr>
            <w:r w:rsidRPr="00B245AD">
              <w:t>equipment components purpose and operation</w:t>
            </w:r>
          </w:p>
          <w:p w14:paraId="3BFE4C50" w14:textId="77777777" w:rsidR="00B245AD" w:rsidRPr="00B245AD" w:rsidRDefault="00B245AD" w:rsidP="00B245AD">
            <w:pPr>
              <w:pStyle w:val="SIBulletList1"/>
            </w:pPr>
            <w:r w:rsidRPr="00B245AD">
              <w:t>component changes and adjustments required</w:t>
            </w:r>
          </w:p>
          <w:p w14:paraId="25C272D4" w14:textId="77777777" w:rsidR="00B245AD" w:rsidRPr="00B245AD" w:rsidRDefault="00B245AD" w:rsidP="00B245AD">
            <w:pPr>
              <w:pStyle w:val="SIBulletList1"/>
            </w:pPr>
            <w:r w:rsidRPr="00B245AD">
              <w:t>test run procedures</w:t>
            </w:r>
          </w:p>
          <w:p w14:paraId="2FBBF9B8" w14:textId="77777777" w:rsidR="00B245AD" w:rsidRPr="00B245AD" w:rsidRDefault="00B245AD" w:rsidP="00B245AD">
            <w:pPr>
              <w:pStyle w:val="SIBulletList1"/>
            </w:pPr>
            <w:r w:rsidRPr="00B245AD">
              <w:t>control points and monitoring methods</w:t>
            </w:r>
          </w:p>
          <w:p w14:paraId="5967E55A" w14:textId="77777777" w:rsidR="00B245AD" w:rsidRPr="00B245AD" w:rsidRDefault="00B245AD" w:rsidP="00B245AD">
            <w:pPr>
              <w:pStyle w:val="SIBulletList1"/>
            </w:pPr>
            <w:r w:rsidRPr="00B245AD">
              <w:t>services required</w:t>
            </w:r>
          </w:p>
          <w:p w14:paraId="01D6A1EA" w14:textId="77777777" w:rsidR="00B245AD" w:rsidRPr="00B245AD" w:rsidRDefault="00B245AD" w:rsidP="00B245AD">
            <w:pPr>
              <w:pStyle w:val="SIBulletList1"/>
            </w:pPr>
            <w:r w:rsidRPr="00B245AD">
              <w:t>isolation procedures</w:t>
            </w:r>
          </w:p>
          <w:p w14:paraId="220E36EC" w14:textId="77777777" w:rsidR="00B245AD" w:rsidRPr="00B245AD" w:rsidRDefault="00B245AD" w:rsidP="00B245AD">
            <w:pPr>
              <w:pStyle w:val="SIBulletList1"/>
            </w:pPr>
            <w:r w:rsidRPr="00B245AD">
              <w:t>material specification and preparation requirements</w:t>
            </w:r>
          </w:p>
          <w:p w14:paraId="165DB5F5" w14:textId="77777777" w:rsidR="00B245AD" w:rsidRPr="00B245AD" w:rsidRDefault="00B245AD" w:rsidP="00B245AD">
            <w:pPr>
              <w:pStyle w:val="SIBulletList1"/>
            </w:pPr>
            <w:r>
              <w:t>WHS</w:t>
            </w:r>
            <w:r w:rsidRPr="00B245AD">
              <w:t xml:space="preserve"> hazards and controls</w:t>
            </w:r>
          </w:p>
          <w:p w14:paraId="241A47A8" w14:textId="77777777" w:rsidR="00B245AD" w:rsidRPr="00B245AD" w:rsidRDefault="00B245AD" w:rsidP="00B245AD">
            <w:pPr>
              <w:pStyle w:val="SIBulletList1"/>
            </w:pPr>
            <w:r w:rsidRPr="00B245AD">
              <w:t>environmental issues and control</w:t>
            </w:r>
          </w:p>
          <w:p w14:paraId="1F3BAEBB" w14:textId="77777777" w:rsidR="00B245AD" w:rsidRPr="00B245AD" w:rsidRDefault="00B245AD" w:rsidP="00B245AD">
            <w:pPr>
              <w:pStyle w:val="SIBulletList1"/>
            </w:pPr>
            <w:r w:rsidRPr="00B245AD">
              <w:lastRenderedPageBreak/>
              <w:t>routine maintenance procedures where relevant</w:t>
            </w:r>
          </w:p>
          <w:p w14:paraId="06E9814A" w14:textId="37279051" w:rsidR="00F1480E" w:rsidRPr="000754EC" w:rsidRDefault="00B245AD" w:rsidP="00B245AD">
            <w:pPr>
              <w:pStyle w:val="SIBulletList1"/>
            </w:pPr>
            <w:r>
              <w:t>o</w:t>
            </w:r>
            <w:r w:rsidRPr="00B245AD">
              <w:t xml:space="preserve">perating procedures for </w:t>
            </w:r>
            <w:r>
              <w:t>relevant work task.</w:t>
            </w:r>
          </w:p>
        </w:tc>
      </w:tr>
    </w:tbl>
    <w:p w14:paraId="09BBD83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75D8402" w14:textId="77777777" w:rsidTr="00CA2922">
        <w:trPr>
          <w:tblHeader/>
        </w:trPr>
        <w:tc>
          <w:tcPr>
            <w:tcW w:w="5000" w:type="pct"/>
            <w:shd w:val="clear" w:color="auto" w:fill="auto"/>
          </w:tcPr>
          <w:p w14:paraId="0661F76B" w14:textId="77777777" w:rsidR="00F1480E" w:rsidRPr="000754EC" w:rsidRDefault="00D71E43" w:rsidP="000754EC">
            <w:pPr>
              <w:pStyle w:val="SIHeading2"/>
            </w:pPr>
            <w:r w:rsidRPr="002C55E9">
              <w:t>A</w:t>
            </w:r>
            <w:r w:rsidRPr="000754EC">
              <w:t>ssessment Conditions</w:t>
            </w:r>
          </w:p>
        </w:tc>
      </w:tr>
      <w:tr w:rsidR="00F1480E" w:rsidRPr="00A55106" w14:paraId="2F034A36" w14:textId="77777777" w:rsidTr="00CA2922">
        <w:tc>
          <w:tcPr>
            <w:tcW w:w="5000" w:type="pct"/>
            <w:shd w:val="clear" w:color="auto" w:fill="auto"/>
          </w:tcPr>
          <w:p w14:paraId="599E2D26"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2436DE5A" w14:textId="77777777" w:rsidR="004E6741" w:rsidRPr="000754EC" w:rsidRDefault="001D7F5B" w:rsidP="000754EC">
            <w:pPr>
              <w:pStyle w:val="SIBulletList1"/>
            </w:pPr>
            <w:r w:rsidRPr="000754EC">
              <w:t>p</w:t>
            </w:r>
            <w:r w:rsidR="004E6741" w:rsidRPr="000754EC">
              <w:t>hysical conditions</w:t>
            </w:r>
            <w:r w:rsidRPr="000754EC">
              <w:t>:</w:t>
            </w:r>
          </w:p>
          <w:p w14:paraId="67FCEA79" w14:textId="77777777"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workplace </w:t>
            </w:r>
          </w:p>
          <w:p w14:paraId="6CBC249B"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797CB168" w14:textId="45C41CD8" w:rsidR="00BB3CC2" w:rsidRPr="00BB3CC2" w:rsidRDefault="00047D79">
            <w:pPr>
              <w:pStyle w:val="SIBulletList2"/>
            </w:pPr>
            <w:commentRangeStart w:id="2"/>
            <w:r>
              <w:t>a</w:t>
            </w:r>
            <w:commentRangeEnd w:id="2"/>
            <w:r>
              <w:rPr>
                <w:szCs w:val="22"/>
                <w:lang w:eastAsia="en-AU"/>
              </w:rPr>
              <w:commentReference w:id="2"/>
            </w:r>
            <w:r>
              <w:t xml:space="preserve"> </w:t>
            </w:r>
            <w:r w:rsidR="00BB3CC2" w:rsidRPr="00BB3CC2">
              <w:t>bottling context</w:t>
            </w:r>
          </w:p>
          <w:p w14:paraId="3FAED99E" w14:textId="77777777" w:rsidR="00BB3CC2" w:rsidRPr="00BB3CC2" w:rsidRDefault="00BB3CC2" w:rsidP="00BB3CC2">
            <w:pPr>
              <w:pStyle w:val="SIBulletList2"/>
            </w:pPr>
            <w:r w:rsidRPr="00BB3CC2">
              <w:t>products, materials and consumables</w:t>
            </w:r>
          </w:p>
          <w:p w14:paraId="31DF5F89" w14:textId="77777777" w:rsidR="00BB3CC2" w:rsidRPr="00BB3CC2" w:rsidRDefault="00BB3CC2" w:rsidP="00BB3CC2">
            <w:pPr>
              <w:pStyle w:val="SIBulletList2"/>
            </w:pPr>
            <w:r w:rsidRPr="00BB3CC2">
              <w:t>personal protective clothing and equipment</w:t>
            </w:r>
          </w:p>
          <w:p w14:paraId="6160DC24" w14:textId="77777777" w:rsidR="00BB3CC2" w:rsidRPr="00BB3CC2" w:rsidRDefault="00BB3CC2" w:rsidP="00BB3CC2">
            <w:pPr>
              <w:pStyle w:val="SIBulletList2"/>
            </w:pPr>
            <w:r w:rsidRPr="00BB3CC2">
              <w:t>equipment and services</w:t>
            </w:r>
          </w:p>
          <w:p w14:paraId="42FE79B7" w14:textId="77777777" w:rsidR="00BB3CC2" w:rsidRPr="00BB3CC2" w:rsidRDefault="00BB3CC2" w:rsidP="00BB3CC2">
            <w:pPr>
              <w:pStyle w:val="SIBulletList1"/>
              <w:rPr>
                <w:rFonts w:eastAsia="Calibri"/>
              </w:rPr>
            </w:pPr>
            <w:r w:rsidRPr="00BB3CC2">
              <w:rPr>
                <w:rFonts w:eastAsia="Calibri"/>
              </w:rPr>
              <w:t>specifications:</w:t>
            </w:r>
          </w:p>
          <w:p w14:paraId="37902BBC" w14:textId="77777777" w:rsidR="00BB3CC2" w:rsidRPr="00BB3CC2" w:rsidRDefault="00BB3CC2" w:rsidP="00BB3CC2">
            <w:pPr>
              <w:pStyle w:val="SIBulletList2"/>
            </w:pPr>
            <w:r w:rsidRPr="00BB3CC2">
              <w:t>instructions, information, specifications and schedules</w:t>
            </w:r>
          </w:p>
          <w:p w14:paraId="30EAA55D" w14:textId="77777777" w:rsidR="00BB3CC2" w:rsidRDefault="00BB3CC2" w:rsidP="00BB3CC2">
            <w:pPr>
              <w:pStyle w:val="SIBulletList2"/>
            </w:pPr>
            <w:r w:rsidRPr="00BB3CC2">
              <w:t>documentation and recording requirements and procedures</w:t>
            </w:r>
            <w:r w:rsidR="00292D1E">
              <w:t>.</w:t>
            </w:r>
          </w:p>
          <w:p w14:paraId="53D48D0C" w14:textId="77777777" w:rsidR="0021210E" w:rsidRDefault="0021210E" w:rsidP="000754EC">
            <w:pPr>
              <w:pStyle w:val="SIText"/>
            </w:pPr>
          </w:p>
          <w:p w14:paraId="1C33D8D5"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0C122432" w14:textId="77777777" w:rsidR="00F1480E" w:rsidRPr="000754EC" w:rsidRDefault="00F1480E" w:rsidP="0035000E">
            <w:pPr>
              <w:pStyle w:val="SIBulletList2"/>
              <w:numPr>
                <w:ilvl w:val="0"/>
                <w:numId w:val="0"/>
              </w:numPr>
              <w:rPr>
                <w:rFonts w:eastAsia="Calibri"/>
              </w:rPr>
            </w:pPr>
          </w:p>
        </w:tc>
      </w:tr>
    </w:tbl>
    <w:p w14:paraId="2C42CE5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4DD87719" w14:textId="77777777" w:rsidTr="004679E3">
        <w:tc>
          <w:tcPr>
            <w:tcW w:w="990" w:type="pct"/>
            <w:shd w:val="clear" w:color="auto" w:fill="auto"/>
          </w:tcPr>
          <w:p w14:paraId="19F389F9" w14:textId="77777777" w:rsidR="00F1480E" w:rsidRPr="000754EC" w:rsidRDefault="00D71E43" w:rsidP="000754EC">
            <w:pPr>
              <w:pStyle w:val="SIHeading2"/>
            </w:pPr>
            <w:r w:rsidRPr="002C55E9">
              <w:t>L</w:t>
            </w:r>
            <w:r w:rsidRPr="000754EC">
              <w:t>inks</w:t>
            </w:r>
          </w:p>
        </w:tc>
        <w:tc>
          <w:tcPr>
            <w:tcW w:w="4010" w:type="pct"/>
            <w:shd w:val="clear" w:color="auto" w:fill="auto"/>
          </w:tcPr>
          <w:p w14:paraId="2F00D42C" w14:textId="77777777" w:rsidR="00F1480E" w:rsidRPr="000754EC" w:rsidRDefault="0035000E" w:rsidP="000754EC">
            <w:pPr>
              <w:pStyle w:val="SIText"/>
            </w:pPr>
            <w:r w:rsidRPr="0035000E">
              <w:t>Companion Volumes, including Implementation Guides, are available at VETNet: https://vetnet.education.gov.au/Pages/TrainingDocs.aspx?q=78b15323-cd38-483e-aad7-1159b570a5c4</w:t>
            </w:r>
          </w:p>
        </w:tc>
      </w:tr>
    </w:tbl>
    <w:p w14:paraId="045DCF21"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Ruth Geldard" w:date="2017-11-02T14:30:00Z" w:initials="RG">
    <w:p w14:paraId="5221DCA0" w14:textId="4EAD0600" w:rsidR="00C267B0" w:rsidRDefault="00C267B0">
      <w:r>
        <w:annotationRef/>
      </w:r>
      <w:r w:rsidR="00376A05">
        <w:t>Wording to be confirmed</w:t>
      </w:r>
      <w:bookmarkStart w:id="1" w:name="_GoBack"/>
      <w:bookmarkEnd w:id="1"/>
    </w:p>
  </w:comment>
  <w:comment w:id="2" w:author="Ruth Geldard" w:date="2017-11-02T12:38:00Z" w:initials="RG">
    <w:p w14:paraId="64E19902" w14:textId="47B9DCE5" w:rsidR="00047D79" w:rsidRDefault="00047D79">
      <w:r>
        <w:annotationRef/>
      </w:r>
      <w:r>
        <w:annotationRef/>
      </w:r>
      <w:r>
        <w:t>Is this equipment specific to wine operations?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221DCA0" w15:done="0"/>
  <w15:commentEx w15:paraId="64E19902"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CA33E2" w14:textId="77777777" w:rsidR="00466DEC" w:rsidRDefault="00466DEC" w:rsidP="00BF3F0A">
      <w:r>
        <w:separator/>
      </w:r>
    </w:p>
    <w:p w14:paraId="263538CC" w14:textId="77777777" w:rsidR="00466DEC" w:rsidRDefault="00466DEC"/>
  </w:endnote>
  <w:endnote w:type="continuationSeparator" w:id="0">
    <w:p w14:paraId="7D5BFA0F" w14:textId="77777777" w:rsidR="00466DEC" w:rsidRDefault="00466DEC" w:rsidP="00BF3F0A">
      <w:r>
        <w:continuationSeparator/>
      </w:r>
    </w:p>
    <w:p w14:paraId="4C950DAE" w14:textId="77777777" w:rsidR="00466DEC" w:rsidRDefault="00466D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35EDDC11" w14:textId="0D51930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376A05">
          <w:rPr>
            <w:noProof/>
          </w:rPr>
          <w:t>1</w:t>
        </w:r>
        <w:r w:rsidRPr="000754EC">
          <w:fldChar w:fldCharType="end"/>
        </w:r>
      </w:p>
      <w:p w14:paraId="0120419C"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4D81B172"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0A59DA" w14:textId="77777777" w:rsidR="00466DEC" w:rsidRDefault="00466DEC" w:rsidP="00BF3F0A">
      <w:r>
        <w:separator/>
      </w:r>
    </w:p>
    <w:p w14:paraId="7325E353" w14:textId="77777777" w:rsidR="00466DEC" w:rsidRDefault="00466DEC"/>
  </w:footnote>
  <w:footnote w:type="continuationSeparator" w:id="0">
    <w:p w14:paraId="7457AD88" w14:textId="77777777" w:rsidR="00466DEC" w:rsidRDefault="00466DEC" w:rsidP="00BF3F0A">
      <w:r>
        <w:continuationSeparator/>
      </w:r>
    </w:p>
    <w:p w14:paraId="62A91EA9" w14:textId="77777777" w:rsidR="00466DEC" w:rsidRDefault="00466DE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0E3C9A" w14:textId="1789862F" w:rsidR="009C2650" w:rsidRPr="00BB3CC2" w:rsidRDefault="00100D1C" w:rsidP="00BB3CC2">
    <w:r w:rsidRPr="00BB3CC2">
      <w:t>F</w:t>
    </w:r>
    <w:r>
      <w:t>BP</w:t>
    </w:r>
    <w:r w:rsidRPr="00BB3CC2">
      <w:t>BP</w:t>
    </w:r>
    <w:r>
      <w:t>G</w:t>
    </w:r>
    <w:r w:rsidRPr="00BB3CC2">
      <w:t>3004</w:t>
    </w:r>
    <w:r w:rsidR="00BB3CC2" w:rsidRPr="00BB3CC2">
      <w:rPr>
        <w:lang w:eastAsia="en-US"/>
      </w:rPr>
      <w:t xml:space="preserve"> Perform packaging equipment changeover</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0D930AF"/>
    <w:multiLevelType w:val="multilevel"/>
    <w:tmpl w:val="E8EC251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1B9554F"/>
    <w:multiLevelType w:val="multilevel"/>
    <w:tmpl w:val="1C1EF2E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9"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388160A6"/>
    <w:multiLevelType w:val="multilevel"/>
    <w:tmpl w:val="2B4EDAC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4" w15:restartNumberingAfterBreak="0">
    <w:nsid w:val="62523862"/>
    <w:multiLevelType w:val="multilevel"/>
    <w:tmpl w:val="913E98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3A72919"/>
    <w:multiLevelType w:val="multilevel"/>
    <w:tmpl w:val="AAFAC39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0"/>
  </w:num>
  <w:num w:numId="2">
    <w:abstractNumId w:val="8"/>
  </w:num>
  <w:num w:numId="3">
    <w:abstractNumId w:val="5"/>
  </w:num>
  <w:num w:numId="4">
    <w:abstractNumId w:val="17"/>
  </w:num>
  <w:num w:numId="5">
    <w:abstractNumId w:val="3"/>
  </w:num>
  <w:num w:numId="6">
    <w:abstractNumId w:val="9"/>
  </w:num>
  <w:num w:numId="7">
    <w:abstractNumId w:val="4"/>
  </w:num>
  <w:num w:numId="8">
    <w:abstractNumId w:val="0"/>
  </w:num>
  <w:num w:numId="9">
    <w:abstractNumId w:val="16"/>
  </w:num>
  <w:num w:numId="10">
    <w:abstractNumId w:val="12"/>
  </w:num>
  <w:num w:numId="11">
    <w:abstractNumId w:val="15"/>
  </w:num>
  <w:num w:numId="12">
    <w:abstractNumId w:val="13"/>
  </w:num>
  <w:num w:numId="13">
    <w:abstractNumId w:val="18"/>
  </w:num>
  <w:num w:numId="14">
    <w:abstractNumId w:val="6"/>
  </w:num>
  <w:num w:numId="15">
    <w:abstractNumId w:val="7"/>
  </w:num>
  <w:num w:numId="16">
    <w:abstractNumId w:val="20"/>
  </w:num>
  <w:num w:numId="17">
    <w:abstractNumId w:val="13"/>
  </w:num>
  <w:num w:numId="18">
    <w:abstractNumId w:val="14"/>
  </w:num>
  <w:num w:numId="19">
    <w:abstractNumId w:val="11"/>
  </w:num>
  <w:num w:numId="20">
    <w:abstractNumId w:val="2"/>
  </w:num>
  <w:num w:numId="21">
    <w:abstractNumId w:val="1"/>
  </w:num>
  <w:num w:numId="22">
    <w:abstractNumId w:val="19"/>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uth Geldard">
    <w15:presenceInfo w15:providerId="AD" w15:userId="S-1-5-21-1144197097-1077214497-1142788899-210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5FD0"/>
    <w:rsid w:val="000014B9"/>
    <w:rsid w:val="00005A15"/>
    <w:rsid w:val="0001108F"/>
    <w:rsid w:val="000115E2"/>
    <w:rsid w:val="000126D0"/>
    <w:rsid w:val="0001296A"/>
    <w:rsid w:val="00016803"/>
    <w:rsid w:val="00023992"/>
    <w:rsid w:val="000275AE"/>
    <w:rsid w:val="00041E59"/>
    <w:rsid w:val="00047D79"/>
    <w:rsid w:val="00064BFE"/>
    <w:rsid w:val="00070B3E"/>
    <w:rsid w:val="00071F95"/>
    <w:rsid w:val="000737BB"/>
    <w:rsid w:val="00074E47"/>
    <w:rsid w:val="000754EC"/>
    <w:rsid w:val="0009093B"/>
    <w:rsid w:val="000A5441"/>
    <w:rsid w:val="000C149A"/>
    <w:rsid w:val="000C224E"/>
    <w:rsid w:val="000E25E6"/>
    <w:rsid w:val="000E2C86"/>
    <w:rsid w:val="000F29F2"/>
    <w:rsid w:val="000F313D"/>
    <w:rsid w:val="00100D1C"/>
    <w:rsid w:val="00101659"/>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5C1B"/>
    <w:rsid w:val="001D7F5B"/>
    <w:rsid w:val="001E16BC"/>
    <w:rsid w:val="001E16DF"/>
    <w:rsid w:val="001E1863"/>
    <w:rsid w:val="001F2BA5"/>
    <w:rsid w:val="001F308D"/>
    <w:rsid w:val="001F3DE0"/>
    <w:rsid w:val="001F4C85"/>
    <w:rsid w:val="00201A7C"/>
    <w:rsid w:val="0021210E"/>
    <w:rsid w:val="0021414D"/>
    <w:rsid w:val="00223124"/>
    <w:rsid w:val="00233143"/>
    <w:rsid w:val="00234444"/>
    <w:rsid w:val="00242293"/>
    <w:rsid w:val="00244EA7"/>
    <w:rsid w:val="00262FC3"/>
    <w:rsid w:val="0026394F"/>
    <w:rsid w:val="00276DB8"/>
    <w:rsid w:val="00282664"/>
    <w:rsid w:val="00285FB8"/>
    <w:rsid w:val="00292D1E"/>
    <w:rsid w:val="002970C3"/>
    <w:rsid w:val="002A4CD3"/>
    <w:rsid w:val="002A6CC4"/>
    <w:rsid w:val="002C3682"/>
    <w:rsid w:val="002C55E9"/>
    <w:rsid w:val="002D0C8B"/>
    <w:rsid w:val="002D330A"/>
    <w:rsid w:val="002E193E"/>
    <w:rsid w:val="00310A6A"/>
    <w:rsid w:val="003144E6"/>
    <w:rsid w:val="00335FD0"/>
    <w:rsid w:val="00337E82"/>
    <w:rsid w:val="00346FDC"/>
    <w:rsid w:val="0035000E"/>
    <w:rsid w:val="00350BB1"/>
    <w:rsid w:val="00352C83"/>
    <w:rsid w:val="00366805"/>
    <w:rsid w:val="0037067D"/>
    <w:rsid w:val="00376A05"/>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6DEC"/>
    <w:rsid w:val="004679E3"/>
    <w:rsid w:val="00475172"/>
    <w:rsid w:val="004758B0"/>
    <w:rsid w:val="004832D2"/>
    <w:rsid w:val="00485559"/>
    <w:rsid w:val="004A142B"/>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55EF0"/>
    <w:rsid w:val="00686A49"/>
    <w:rsid w:val="00687B62"/>
    <w:rsid w:val="00690C44"/>
    <w:rsid w:val="006969D9"/>
    <w:rsid w:val="006A2B68"/>
    <w:rsid w:val="006C2F32"/>
    <w:rsid w:val="006D38C3"/>
    <w:rsid w:val="006D4448"/>
    <w:rsid w:val="006D6DFD"/>
    <w:rsid w:val="006E2C4D"/>
    <w:rsid w:val="006E42FE"/>
    <w:rsid w:val="006F0D02"/>
    <w:rsid w:val="006F10FE"/>
    <w:rsid w:val="006F3622"/>
    <w:rsid w:val="006F68AF"/>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4F6E"/>
    <w:rsid w:val="00847B60"/>
    <w:rsid w:val="00850243"/>
    <w:rsid w:val="00851BE5"/>
    <w:rsid w:val="008545EB"/>
    <w:rsid w:val="00865011"/>
    <w:rsid w:val="00886790"/>
    <w:rsid w:val="008908DE"/>
    <w:rsid w:val="008A12ED"/>
    <w:rsid w:val="008A39D3"/>
    <w:rsid w:val="008B2C77"/>
    <w:rsid w:val="008B4AD2"/>
    <w:rsid w:val="008B5F33"/>
    <w:rsid w:val="008B7138"/>
    <w:rsid w:val="008E260C"/>
    <w:rsid w:val="008E39BE"/>
    <w:rsid w:val="008E62EC"/>
    <w:rsid w:val="008F32F6"/>
    <w:rsid w:val="008F46DE"/>
    <w:rsid w:val="00916CD7"/>
    <w:rsid w:val="00920927"/>
    <w:rsid w:val="00921B38"/>
    <w:rsid w:val="00923720"/>
    <w:rsid w:val="009278C9"/>
    <w:rsid w:val="00932CD7"/>
    <w:rsid w:val="00944C09"/>
    <w:rsid w:val="009527CB"/>
    <w:rsid w:val="00953835"/>
    <w:rsid w:val="00960F6C"/>
    <w:rsid w:val="00970747"/>
    <w:rsid w:val="009779AD"/>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5092E"/>
    <w:rsid w:val="00A554D6"/>
    <w:rsid w:val="00A56E14"/>
    <w:rsid w:val="00A6476B"/>
    <w:rsid w:val="00A72712"/>
    <w:rsid w:val="00A76C6C"/>
    <w:rsid w:val="00A87356"/>
    <w:rsid w:val="00A92DD1"/>
    <w:rsid w:val="00AA5338"/>
    <w:rsid w:val="00AB1B8E"/>
    <w:rsid w:val="00AC0696"/>
    <w:rsid w:val="00AC4C98"/>
    <w:rsid w:val="00AC5F6B"/>
    <w:rsid w:val="00AD3896"/>
    <w:rsid w:val="00AD5B47"/>
    <w:rsid w:val="00AE1ED9"/>
    <w:rsid w:val="00AE32CB"/>
    <w:rsid w:val="00AF3957"/>
    <w:rsid w:val="00B12013"/>
    <w:rsid w:val="00B22C67"/>
    <w:rsid w:val="00B245AD"/>
    <w:rsid w:val="00B3508F"/>
    <w:rsid w:val="00B443EE"/>
    <w:rsid w:val="00B560C8"/>
    <w:rsid w:val="00B61150"/>
    <w:rsid w:val="00B65BC7"/>
    <w:rsid w:val="00B7131A"/>
    <w:rsid w:val="00B746B9"/>
    <w:rsid w:val="00B848D4"/>
    <w:rsid w:val="00B865B7"/>
    <w:rsid w:val="00BA1CB1"/>
    <w:rsid w:val="00BA4178"/>
    <w:rsid w:val="00BA482D"/>
    <w:rsid w:val="00BB23F4"/>
    <w:rsid w:val="00BB3CC2"/>
    <w:rsid w:val="00BC5075"/>
    <w:rsid w:val="00BC5419"/>
    <w:rsid w:val="00BD3B0F"/>
    <w:rsid w:val="00BF1D4C"/>
    <w:rsid w:val="00BF3F0A"/>
    <w:rsid w:val="00C143C3"/>
    <w:rsid w:val="00C1739B"/>
    <w:rsid w:val="00C21ADE"/>
    <w:rsid w:val="00C26067"/>
    <w:rsid w:val="00C267B0"/>
    <w:rsid w:val="00C30A29"/>
    <w:rsid w:val="00C317DC"/>
    <w:rsid w:val="00C578E9"/>
    <w:rsid w:val="00C669D4"/>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14F11"/>
    <w:rsid w:val="00D20C57"/>
    <w:rsid w:val="00D25D16"/>
    <w:rsid w:val="00D32124"/>
    <w:rsid w:val="00D54C76"/>
    <w:rsid w:val="00D712FF"/>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91BFF"/>
    <w:rsid w:val="00E92933"/>
    <w:rsid w:val="00E94FAD"/>
    <w:rsid w:val="00EB0AA4"/>
    <w:rsid w:val="00EB5C88"/>
    <w:rsid w:val="00EC0469"/>
    <w:rsid w:val="00EE0D76"/>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256E"/>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ABDB97"/>
  <w15:docId w15:val="{91016582-852C-4D81-A0C7-D878D9D92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750660">
      <w:bodyDiv w:val="1"/>
      <w:marLeft w:val="0"/>
      <w:marRight w:val="0"/>
      <w:marTop w:val="0"/>
      <w:marBottom w:val="0"/>
      <w:divBdr>
        <w:top w:val="none" w:sz="0" w:space="0" w:color="auto"/>
        <w:left w:val="none" w:sz="0" w:space="0" w:color="auto"/>
        <w:bottom w:val="none" w:sz="0" w:space="0" w:color="auto"/>
        <w:right w:val="none" w:sz="0" w:space="0" w:color="auto"/>
      </w:divBdr>
    </w:div>
    <w:div w:id="104664754">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4938851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1175481">
      <w:bodyDiv w:val="1"/>
      <w:marLeft w:val="0"/>
      <w:marRight w:val="0"/>
      <w:marTop w:val="0"/>
      <w:marBottom w:val="0"/>
      <w:divBdr>
        <w:top w:val="none" w:sz="0" w:space="0" w:color="auto"/>
        <w:left w:val="none" w:sz="0" w:space="0" w:color="auto"/>
        <w:bottom w:val="none" w:sz="0" w:space="0" w:color="auto"/>
        <w:right w:val="none" w:sz="0" w:space="0" w:color="auto"/>
      </w:divBdr>
    </w:div>
    <w:div w:id="2109421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101db536-7d95-4bd9-a00e-eb8eb9eb0044">Development</Project_x0020_phase>
    <Area xmlns="101db536-7d95-4bd9-a00e-eb8eb9eb0044">Cross sector</Area>
    <Assigned_x0020_to0 xmlns="101db536-7d95-4bd9-a00e-eb8eb9eb0044">
      <UserInfo>
        <DisplayName/>
        <AccountId xsi:nil="true"/>
        <AccountType/>
      </UserInfo>
    </Assigned_x0020_to0>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EAB0AFC53055A42B904793C9D794996" ma:contentTypeVersion="5" ma:contentTypeDescription="Create a new document." ma:contentTypeScope="" ma:versionID="e58c79ca02152e3714c5c7635aa043f3">
  <xsd:schema xmlns:xsd="http://www.w3.org/2001/XMLSchema" xmlns:xs="http://www.w3.org/2001/XMLSchema" xmlns:p="http://schemas.microsoft.com/office/2006/metadata/properties" xmlns:ns2="101db536-7d95-4bd9-a00e-eb8eb9eb0044" targetNamespace="http://schemas.microsoft.com/office/2006/metadata/properties" ma:root="true" ma:fieldsID="80b05aa459ad87cf398b2e71f69950db" ns2:_="">
    <xsd:import namespace="101db536-7d95-4bd9-a00e-eb8eb9eb004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element ref="ns2:Are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1db536-7d95-4bd9-a00e-eb8eb9eb004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Area" ma:index="12" nillable="true" ma:displayName="Area" ma:default="Cross sector" ma:format="Dropdown" ma:internalName="Area">
      <xsd:simpleType>
        <xsd:restriction base="dms:Choice">
          <xsd:enumeration value="Cross sector"/>
          <xsd:enumeration value="Wine specific"/>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101db536-7d95-4bd9-a00e-eb8eb9eb0044"/>
  </ds:schemaRefs>
</ds:datastoreItem>
</file>

<file path=customXml/itemProps2.xml><?xml version="1.0" encoding="utf-8"?>
<ds:datastoreItem xmlns:ds="http://schemas.openxmlformats.org/officeDocument/2006/customXml" ds:itemID="{AD6DEE2B-4D1B-49C1-AB0A-553DEFAD30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1db536-7d95-4bd9-a00e-eb8eb9eb00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670573E8-9672-463B-A890-99B4A2E85D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9</TotalTime>
  <Pages>4</Pages>
  <Words>1031</Words>
  <Characters>5880</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Trevor</dc:creator>
  <cp:lastModifiedBy>Ruth Geldard</cp:lastModifiedBy>
  <cp:revision>6</cp:revision>
  <cp:lastPrinted>2016-05-27T05:21:00Z</cp:lastPrinted>
  <dcterms:created xsi:type="dcterms:W3CDTF">2017-10-26T05:41:00Z</dcterms:created>
  <dcterms:modified xsi:type="dcterms:W3CDTF">2017-11-03T03:43:00Z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0x0101006EAB0AFC53055A42B904793C9D794996</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